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01AE93" w14:textId="5C4D94DC" w:rsidR="003A589F" w:rsidRPr="00373506" w:rsidRDefault="003B357C" w:rsidP="00F25BCC">
      <w:pPr>
        <w:pStyle w:val="BasicParagraph"/>
        <w:rPr>
          <w:rFonts w:ascii="Arial" w:hAnsi="Arial" w:cs="Arial"/>
          <w:i/>
          <w:iCs/>
          <w:color w:val="7F7F7F" w:themeColor="text1" w:themeTint="80"/>
          <w:sz w:val="56"/>
          <w:szCs w:val="56"/>
        </w:rPr>
        <w:sectPr w:rsidR="003A589F" w:rsidRPr="00373506"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r>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477538">
          <w:type w:val="continuous"/>
          <w:pgSz w:w="12240" w:h="15840"/>
          <w:pgMar w:top="2648" w:right="720" w:bottom="1152" w:left="1152" w:header="1286" w:footer="432" w:gutter="0"/>
          <w:cols w:space="432"/>
          <w:docGrid w:linePitch="360"/>
        </w:sectPr>
      </w:pPr>
      <w:r w:rsidRPr="00207921">
        <w:t xml:space="preserve">Heading 1: </w:t>
      </w:r>
      <w:r w:rsidR="00F25BCC" w:rsidRPr="00207921">
        <w:t>Event Cale</w:t>
      </w:r>
      <w:r w:rsidR="00207921" w:rsidRPr="00207921">
        <w:t>ndar</w:t>
      </w:r>
    </w:p>
    <w:p w14:paraId="098A6FE9" w14:textId="4796BDC5" w:rsidR="0077623E" w:rsidRPr="00207921" w:rsidRDefault="007E6171" w:rsidP="007E6171">
      <w:pPr>
        <w:pStyle w:val="P1"/>
        <w:sectPr w:rsidR="0077623E" w:rsidRPr="00207921" w:rsidSect="007E6171">
          <w:type w:val="continuous"/>
          <w:pgSz w:w="12240" w:h="15840"/>
          <w:pgMar w:top="2304" w:right="720" w:bottom="1152" w:left="1152" w:header="1282" w:footer="432"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FD325E">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207921">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3B357C">
      <w:pPr>
        <w:pStyle w:val="P1"/>
      </w:pPr>
      <w:r w:rsidRPr="003B357C">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4496AD0C" w14:textId="77777777" w:rsidR="003B357C" w:rsidRPr="003B357C" w:rsidRDefault="003B357C" w:rsidP="003B357C">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2E55EA">
          <w:type w:val="continuous"/>
          <w:pgSz w:w="12240" w:h="15840"/>
          <w:pgMar w:top="1440" w:right="1008" w:bottom="1152" w:left="4608" w:header="432" w:footer="432"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2E55EA">
          <w:type w:val="continuous"/>
          <w:pgSz w:w="12240" w:h="15840"/>
          <w:pgMar w:top="1656" w:right="1008" w:bottom="1152" w:left="4608" w:header="432" w:footer="432"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3B357C">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" filled="f" stroked="f" strokeweight=".5pt">
                <v:textbo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w:t>
      </w:r>
      <w:proofErr w:type="spellStart"/>
      <w:r w:rsidR="003B357C" w:rsidRPr="003B357C">
        <w:t>tempor</w:t>
      </w:r>
      <w:proofErr w:type="spellEnd"/>
      <w:r w:rsidR="003B357C" w:rsidRPr="003B357C">
        <w:t xml:space="preserve"> </w:t>
      </w:r>
      <w:proofErr w:type="spellStart"/>
      <w:r w:rsidR="003B357C" w:rsidRPr="003B357C">
        <w:t>felis</w:t>
      </w:r>
      <w:proofErr w:type="spellEnd"/>
      <w:r w:rsidR="003B357C" w:rsidRPr="003B357C">
        <w:t xml:space="preserve">. </w:t>
      </w:r>
    </w:p>
    <w:p w14:paraId="4A38001A" w14:textId="17F2F299" w:rsidR="003B357C" w:rsidRPr="003B357C" w:rsidRDefault="00FD325E" w:rsidP="003B357C">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FD325E">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0439C0" w:rsidRPr="009520A4" w:rsidRDefault="00BC1D13" w:rsidP="00FD325E">
      <w:pPr>
        <w:pStyle w:val="BasicParagraph"/>
        <w:rPr>
          <w:rFonts w:ascii="Arial" w:hAnsi="Arial" w:cs="Arial"/>
        </w:rPr>
      </w:pPr>
    </w:p>
    <w:sectPr w:rsidR="000439C0"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EA6618" w14:textId="77777777" w:rsidR="00BC1D13" w:rsidRDefault="00BC1D13" w:rsidP="00F25BCC">
      <w:r>
        <w:separator/>
      </w:r>
    </w:p>
  </w:endnote>
  <w:endnote w:type="continuationSeparator" w:id="0">
    <w:p w14:paraId="017A20FE" w14:textId="77777777" w:rsidR="00BC1D13" w:rsidRDefault="00BC1D13"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pitch w:val="variable"/>
    <w:sig w:usb0="60000287" w:usb1="00000001" w:usb2="00000000" w:usb3="00000000" w:csb0="0000019F" w:csb1="00000000"/>
  </w:font>
  <w:font w:name="Trebuchet MS">
    <w:panose1 w:val="020B070302020209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B59D5" w14:textId="77777777" w:rsidR="00676632" w:rsidRDefault="006766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618E7" w14:textId="77777777" w:rsidR="00676632" w:rsidRDefault="006766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AB7642" w14:textId="77777777" w:rsidR="00BC1D13" w:rsidRDefault="00BC1D13" w:rsidP="00F25BCC">
      <w:r>
        <w:separator/>
      </w:r>
    </w:p>
  </w:footnote>
  <w:footnote w:type="continuationSeparator" w:id="0">
    <w:p w14:paraId="4D3560E5" w14:textId="77777777" w:rsidR="00BC1D13" w:rsidRDefault="00BC1D13"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281CF" w14:textId="77777777" w:rsidR="00676632" w:rsidRDefault="006766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197F3C9E" w:rsidR="002E55EA" w:rsidRPr="00EE0F24" w:rsidRDefault="00EE0F24" w:rsidP="00EE0F24">
    <w:pPr>
      <w:pStyle w:val="Headerpage2on"/>
    </w:pPr>
    <w:r w:rsidRPr="00EE0F24">
      <mc:AlternateContent>
        <mc:Choice Requires="wps">
          <w:drawing>
            <wp:anchor distT="0" distB="0" distL="114300" distR="114300" simplePos="0" relativeHeight="251660288" behindDoc="1" locked="0" layoutInCell="1" allowOverlap="1" wp14:anchorId="3CEFC2A8" wp14:editId="305DDDF9">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84D82"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42A01DA">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06A7BE"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r w:rsidR="002E55EA" w:rsidRPr="00EE0F24">
      <w:t xml:space="preserve">Header page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bookmarkStart w:id="0" w:name="_GoBack"/>
    <w:r>
      <w:drawing>
        <wp:anchor distT="0" distB="0" distL="114300" distR="114300" simplePos="0" relativeHeight="251659264" behindDoc="1" locked="0" layoutInCell="1" allowOverlap="1" wp14:anchorId="7785B1AE" wp14:editId="7601FCA6">
          <wp:simplePos x="0" y="0"/>
          <wp:positionH relativeFrom="margin">
            <wp:posOffset>-711642</wp:posOffset>
          </wp:positionH>
          <wp:positionV relativeFrom="margin">
            <wp:posOffset>-1518239</wp:posOffset>
          </wp:positionV>
          <wp:extent cx="7738716" cy="1281356"/>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7738716" cy="1281356"/>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D61B6"/>
    <w:rsid w:val="000E6680"/>
    <w:rsid w:val="00130856"/>
    <w:rsid w:val="00175F3A"/>
    <w:rsid w:val="001A381A"/>
    <w:rsid w:val="00207921"/>
    <w:rsid w:val="00211FA1"/>
    <w:rsid w:val="00285712"/>
    <w:rsid w:val="002B56F8"/>
    <w:rsid w:val="002E55EA"/>
    <w:rsid w:val="00340C3A"/>
    <w:rsid w:val="003629E5"/>
    <w:rsid w:val="00373506"/>
    <w:rsid w:val="003834D1"/>
    <w:rsid w:val="003A589F"/>
    <w:rsid w:val="003B357C"/>
    <w:rsid w:val="003D0F46"/>
    <w:rsid w:val="003E063B"/>
    <w:rsid w:val="00444EA8"/>
    <w:rsid w:val="00477538"/>
    <w:rsid w:val="0056574B"/>
    <w:rsid w:val="006061CB"/>
    <w:rsid w:val="006609F8"/>
    <w:rsid w:val="00662361"/>
    <w:rsid w:val="006755CD"/>
    <w:rsid w:val="00676632"/>
    <w:rsid w:val="00695229"/>
    <w:rsid w:val="006A438E"/>
    <w:rsid w:val="006F7D53"/>
    <w:rsid w:val="00711C34"/>
    <w:rsid w:val="007258A9"/>
    <w:rsid w:val="007569BD"/>
    <w:rsid w:val="0077623E"/>
    <w:rsid w:val="007E6171"/>
    <w:rsid w:val="00817FCE"/>
    <w:rsid w:val="00866EBD"/>
    <w:rsid w:val="00867D3A"/>
    <w:rsid w:val="009452A7"/>
    <w:rsid w:val="009520A4"/>
    <w:rsid w:val="009A5088"/>
    <w:rsid w:val="00B279A4"/>
    <w:rsid w:val="00B71ED8"/>
    <w:rsid w:val="00BC1D13"/>
    <w:rsid w:val="00BE2A06"/>
    <w:rsid w:val="00D668BF"/>
    <w:rsid w:val="00D87C54"/>
    <w:rsid w:val="00D87F27"/>
    <w:rsid w:val="00DB1DB8"/>
    <w:rsid w:val="00DE38DA"/>
    <w:rsid w:val="00DF3CEA"/>
    <w:rsid w:val="00E11A3C"/>
    <w:rsid w:val="00E26903"/>
    <w:rsid w:val="00E30FA5"/>
    <w:rsid w:val="00EC10CA"/>
    <w:rsid w:val="00EE0F24"/>
    <w:rsid w:val="00EE53F9"/>
    <w:rsid w:val="00F25BCC"/>
    <w:rsid w:val="00F35283"/>
    <w:rsid w:val="00F60345"/>
    <w:rsid w:val="00F8265F"/>
    <w:rsid w:val="00FD325E"/>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3B357C"/>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0150D-C1AB-A047-AA13-B005DE9CD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6</cp:revision>
  <cp:lastPrinted>2019-09-13T23:38:00Z</cp:lastPrinted>
  <dcterms:created xsi:type="dcterms:W3CDTF">2019-09-13T23:38:00Z</dcterms:created>
  <dcterms:modified xsi:type="dcterms:W3CDTF">2020-01-27T21:22:00Z</dcterms:modified>
</cp:coreProperties>
</file>