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495C89D8" w:rsidR="00672F55" w:rsidRDefault="008C64D6" w:rsidP="00BF4785">
      <w:bookmarkStart w:id="0" w:name="_GoBack"/>
      <w:r>
        <w:rPr>
          <w:noProof/>
        </w:rPr>
        <w:drawing>
          <wp:anchor distT="0" distB="0" distL="114300" distR="114300" simplePos="0" relativeHeight="251686912" behindDoc="1" locked="0" layoutInCell="1" allowOverlap="1" wp14:anchorId="7E20F4B0" wp14:editId="02E855F7">
            <wp:simplePos x="0" y="0"/>
            <wp:positionH relativeFrom="margin">
              <wp:posOffset>-730033</wp:posOffset>
            </wp:positionH>
            <wp:positionV relativeFrom="margin">
              <wp:posOffset>-632129</wp:posOffset>
            </wp:positionV>
            <wp:extent cx="7746661" cy="143456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bwMode="auto">
                    <a:xfrm>
                      <a:off x="0" y="0"/>
                      <a:ext cx="7746661" cy="1434567"/>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8C64D6">
      <w:pPr>
        <w:pStyle w:val="Heading1"/>
        <w:spacing w:line="276" w:lineRule="auto"/>
      </w:pPr>
    </w:p>
    <w:p w14:paraId="4C2C9B52" w14:textId="6751A860" w:rsidR="00B83179" w:rsidRPr="0001222C" w:rsidRDefault="00E05660" w:rsidP="008C64D6">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8C64D6">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C66DA7">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92C03" w14:textId="77777777" w:rsidR="00C66DA7" w:rsidRDefault="00C66DA7" w:rsidP="0018351F">
      <w:r>
        <w:separator/>
      </w:r>
    </w:p>
    <w:p w14:paraId="6BAA41E2" w14:textId="77777777" w:rsidR="00C66DA7" w:rsidRDefault="00C66DA7"/>
  </w:endnote>
  <w:endnote w:type="continuationSeparator" w:id="0">
    <w:p w14:paraId="2816A405" w14:textId="77777777" w:rsidR="00C66DA7" w:rsidRDefault="00C66DA7" w:rsidP="0018351F">
      <w:r>
        <w:continuationSeparator/>
      </w:r>
    </w:p>
    <w:p w14:paraId="079F2544" w14:textId="77777777" w:rsidR="00C66DA7" w:rsidRDefault="00C66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6FD1F" w14:textId="77777777" w:rsidR="00C66DA7" w:rsidRDefault="00C66DA7" w:rsidP="0018351F">
      <w:r>
        <w:separator/>
      </w:r>
    </w:p>
    <w:p w14:paraId="5BC98146" w14:textId="77777777" w:rsidR="00C66DA7" w:rsidRDefault="00C66DA7"/>
  </w:footnote>
  <w:footnote w:type="continuationSeparator" w:id="0">
    <w:p w14:paraId="02A6566D" w14:textId="77777777" w:rsidR="00C66DA7" w:rsidRDefault="00C66DA7" w:rsidP="0018351F">
      <w:r>
        <w:continuationSeparator/>
      </w:r>
    </w:p>
    <w:p w14:paraId="424E4221" w14:textId="77777777" w:rsidR="00C66DA7" w:rsidRDefault="00C66D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C66DA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A2824"/>
    <w:rsid w:val="005B4797"/>
    <w:rsid w:val="00600463"/>
    <w:rsid w:val="00605F84"/>
    <w:rsid w:val="00622ABA"/>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C64D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66DA7"/>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8C64D6"/>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4D6"/>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8924F-A989-AF44-BF5F-6B1CED101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33</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2020-01-27T21:57:00Z</dcterms:modified>
</cp:coreProperties>
</file>