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w:t>
      </w:r>
      <w:proofErr w:type="spellStart"/>
      <w:r w:rsidR="00D55D85" w:rsidRPr="00A93B01">
        <w:t>Donec</w:t>
      </w:r>
      <w:proofErr w:type="spellEnd"/>
      <w:r w:rsidR="00D55D85" w:rsidRPr="00A93B01">
        <w:t xml:space="preserve">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w:t>
      </w:r>
      <w:proofErr w:type="spellStart"/>
      <w:r w:rsidR="00D55D85" w:rsidRPr="00A93B01">
        <w:t>Donec</w:t>
      </w:r>
      <w:proofErr w:type="spellEnd"/>
      <w:r w:rsidR="00D55D85" w:rsidRPr="00A93B01">
        <w:t xml:space="preserve"> </w:t>
      </w:r>
      <w:proofErr w:type="spellStart"/>
      <w:r w:rsidR="00D55D85" w:rsidRPr="00A93B01">
        <w:t>pellentesque</w:t>
      </w:r>
      <w:proofErr w:type="spellEnd"/>
      <w:r w:rsidR="00D55D85" w:rsidRPr="00A93B01">
        <w:t xml:space="preserve"> maximus </w:t>
      </w:r>
      <w:proofErr w:type="spellStart"/>
      <w:r w:rsidR="00D55D85" w:rsidRPr="00A93B01">
        <w:t>eros</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7E384E" w14:textId="77777777" w:rsidR="00793156" w:rsidRDefault="00793156" w:rsidP="00F25BCC">
      <w:r>
        <w:separator/>
      </w:r>
    </w:p>
  </w:endnote>
  <w:endnote w:type="continuationSeparator" w:id="0">
    <w:p w14:paraId="54507101" w14:textId="77777777" w:rsidR="00793156" w:rsidRDefault="00793156"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FCAF8" w14:textId="77777777" w:rsidR="00C82352" w:rsidRDefault="00C823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65267" w14:textId="77777777" w:rsidR="00C82352" w:rsidRDefault="00C823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831AF0" w14:textId="77777777" w:rsidR="00793156" w:rsidRDefault="00793156" w:rsidP="00F25BCC">
      <w:r>
        <w:separator/>
      </w:r>
    </w:p>
  </w:footnote>
  <w:footnote w:type="continuationSeparator" w:id="0">
    <w:p w14:paraId="11AE3EA4" w14:textId="77777777" w:rsidR="00793156" w:rsidRDefault="00793156"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40E8B" w14:textId="77777777" w:rsidR="00C82352" w:rsidRDefault="00C823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1FB3CC19">
          <wp:simplePos x="0" y="0"/>
          <wp:positionH relativeFrom="margin">
            <wp:posOffset>-721581</wp:posOffset>
          </wp:positionH>
          <wp:positionV relativeFrom="margin">
            <wp:posOffset>-1502576</wp:posOffset>
          </wp:positionV>
          <wp:extent cx="7738715" cy="1281356"/>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38715" cy="1281356"/>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C025B"/>
    <w:rsid w:val="001D5D8A"/>
    <w:rsid w:val="002B56F8"/>
    <w:rsid w:val="002E55EA"/>
    <w:rsid w:val="00340C3A"/>
    <w:rsid w:val="003629E5"/>
    <w:rsid w:val="003834D1"/>
    <w:rsid w:val="003A589F"/>
    <w:rsid w:val="003D0F46"/>
    <w:rsid w:val="003E063B"/>
    <w:rsid w:val="00444EA8"/>
    <w:rsid w:val="00477538"/>
    <w:rsid w:val="004B29D4"/>
    <w:rsid w:val="004C48E6"/>
    <w:rsid w:val="00514D4A"/>
    <w:rsid w:val="00522274"/>
    <w:rsid w:val="0056574B"/>
    <w:rsid w:val="006061CB"/>
    <w:rsid w:val="006609F8"/>
    <w:rsid w:val="0069169A"/>
    <w:rsid w:val="00695229"/>
    <w:rsid w:val="006A438E"/>
    <w:rsid w:val="00711C34"/>
    <w:rsid w:val="007258A9"/>
    <w:rsid w:val="00741E7F"/>
    <w:rsid w:val="007569BD"/>
    <w:rsid w:val="0077623E"/>
    <w:rsid w:val="00793156"/>
    <w:rsid w:val="007B05C1"/>
    <w:rsid w:val="007E6CB0"/>
    <w:rsid w:val="00817FCE"/>
    <w:rsid w:val="00866EBD"/>
    <w:rsid w:val="008709DB"/>
    <w:rsid w:val="009520A4"/>
    <w:rsid w:val="009A5088"/>
    <w:rsid w:val="009B159F"/>
    <w:rsid w:val="00A1682C"/>
    <w:rsid w:val="00A93B01"/>
    <w:rsid w:val="00A959B2"/>
    <w:rsid w:val="00B279A4"/>
    <w:rsid w:val="00B71ED8"/>
    <w:rsid w:val="00BD3771"/>
    <w:rsid w:val="00BE2A06"/>
    <w:rsid w:val="00C82352"/>
    <w:rsid w:val="00D55D85"/>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25BCC"/>
    <w:rsid w:val="00F44667"/>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2CECF3-F12E-A94A-B2CD-777447756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5</cp:revision>
  <cp:lastPrinted>2019-08-08T21:25:00Z</cp:lastPrinted>
  <dcterms:created xsi:type="dcterms:W3CDTF">2019-09-13T23:30:00Z</dcterms:created>
  <dcterms:modified xsi:type="dcterms:W3CDTF">2020-01-27T23:12:00Z</dcterms:modified>
</cp:coreProperties>
</file>